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128EB9D8" w14:textId="77777777"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DABCE3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B8D3E88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4A4E117" w14:textId="77777777"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14:paraId="545C0898" w14:textId="77777777" w:rsidR="00491366" w:rsidRDefault="00491366" w:rsidP="00491366"/>
                              <w:p w14:paraId="69C295DE" w14:textId="77777777"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4DDABCE3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B8D3E88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4A4E117" w14:textId="77777777"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14:paraId="545C0898" w14:textId="77777777" w:rsidR="00491366" w:rsidRDefault="00491366" w:rsidP="00491366"/>
                        <w:p w14:paraId="69C295DE" w14:textId="77777777"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68FC6001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4FBF7F5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1643391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3C1B190B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69C8CE4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ED5F51F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21298E7D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24C1E5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4D359E2A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1D019CEF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61EE30F9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09D9AA7C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7E6E0B58" w14:textId="77777777" w:rsidR="00491366" w:rsidRPr="00491366" w:rsidRDefault="00491366" w:rsidP="00491366">
          <w:pPr>
            <w:rPr>
              <w:rFonts w:eastAsiaTheme="majorEastAsia"/>
            </w:rPr>
          </w:pPr>
        </w:p>
        <w:p w14:paraId="5EB626ED" w14:textId="77777777"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9567B0B" w14:textId="77777777" w:rsidR="00313E59" w:rsidRDefault="00313E59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79567B0B" w14:textId="77777777" w:rsidR="00313E59" w:rsidRDefault="00313E59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05BB4B3D" w14:textId="77777777" w:rsidR="00491366" w:rsidRDefault="00491366" w:rsidP="00410AFD"/>
        <w:p w14:paraId="7D42088C" w14:textId="77777777" w:rsidR="00491366" w:rsidRDefault="00491366" w:rsidP="00410AFD"/>
        <w:p w14:paraId="694ED533" w14:textId="77777777" w:rsidR="00A62094" w:rsidRDefault="00A62094" w:rsidP="00410AFD"/>
        <w:p w14:paraId="1055E690" w14:textId="77777777" w:rsidR="00A62094" w:rsidRDefault="00A62094" w:rsidP="00410AFD"/>
        <w:p w14:paraId="4A7ADE68" w14:textId="77777777" w:rsidR="00A62094" w:rsidRDefault="00A62094" w:rsidP="00410AFD"/>
        <w:p w14:paraId="66B3092E" w14:textId="77777777" w:rsidR="00A62094" w:rsidRDefault="00A62094" w:rsidP="00410AFD"/>
        <w:p w14:paraId="7D741BE6" w14:textId="77777777" w:rsidR="00A62094" w:rsidRDefault="00A62094" w:rsidP="00410AFD"/>
        <w:p w14:paraId="6A5F3FDD" w14:textId="77777777" w:rsidR="00A62094" w:rsidRDefault="00A62094" w:rsidP="00410AFD"/>
        <w:p w14:paraId="6321DE1F" w14:textId="77777777" w:rsidR="00A62094" w:rsidRDefault="00A62094" w:rsidP="00410AFD"/>
        <w:p w14:paraId="25532720" w14:textId="77777777" w:rsidR="00A62094" w:rsidRDefault="00A62094">
          <w:pPr>
            <w:jc w:val="left"/>
          </w:pPr>
          <w:bookmarkStart w:id="0" w:name="_GoBack"/>
          <w:bookmarkEnd w:id="0"/>
        </w:p>
        <w:p w14:paraId="0210C4A1" w14:textId="77777777" w:rsidR="00491366" w:rsidRDefault="00491366" w:rsidP="00410AFD"/>
        <w:p w14:paraId="657EE1B3" w14:textId="77777777"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4FA57076" w14:textId="77777777"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14:paraId="18D82FF1" w14:textId="77777777"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14:paraId="71EB30A3" w14:textId="77777777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B3F88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534EC7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021769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48FF5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79AC77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DA199D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156159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44477C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7723B5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A1B16B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202779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96F903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DBE0CC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4BF24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9BB8CF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0DBDA2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30C0ED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660C1A" w14:textId="77777777"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14:paraId="2BE7FD3C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B5CC55" w14:textId="77777777"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6CC11A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38F5AF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362259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0A020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9BC5C4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FEB762" w14:textId="77777777"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CE19DE" w14:textId="77777777"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34FD1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D9A332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569DB1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EC5D28" w14:textId="77777777"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BE7070" w14:textId="77777777"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EC7FA1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E948EF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9FE5FF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473410" w14:textId="77777777"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A52E25" w14:textId="77777777" w:rsidR="006E095C" w:rsidRDefault="006E095C" w:rsidP="00043462">
                <w:r>
                  <w:t>Texte</w:t>
                </w:r>
              </w:p>
            </w:tc>
          </w:tr>
          <w:tr w:rsidR="006E095C" w14:paraId="3379A3F9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EABEAF" w14:textId="77777777" w:rsidR="006E095C" w:rsidRDefault="006E095C" w:rsidP="00043462">
                <w: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A24240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D462B3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DB3183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07492D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8F345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7C426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8CB7C6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731C31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0D67FA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5ADC7A" w14:textId="77777777" w:rsidR="006E095C" w:rsidRDefault="006E095C" w:rsidP="00043462">
                <w:proofErr w:type="spellStart"/>
                <w:r>
                  <w:t>Levante</w:t>
                </w:r>
                <w:proofErr w:type="spellEnd"/>
                <w: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C91B7F" w14:textId="77777777" w:rsidR="006E095C" w:rsidRDefault="006E095C" w:rsidP="00043462">
                <w: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30B58C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B1909B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054E7D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A11CDA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DCB262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B4359E" w14:textId="77777777" w:rsidR="006E095C" w:rsidRDefault="006E095C" w:rsidP="00043462"/>
            </w:tc>
          </w:tr>
          <w:tr w:rsidR="006E095C" w14:paraId="49ED38BC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45C6D" w14:textId="77777777"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AA9AB0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D2AA8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5A24E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6A2C3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DEDB9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B3E5F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B4886B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E25CC5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DBAA0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D436C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D06205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4D5E37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243C51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2AF58B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1ADB18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53FC76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09256B" w14:textId="77777777" w:rsidR="006E095C" w:rsidRDefault="006E095C" w:rsidP="00043462"/>
            </w:tc>
          </w:tr>
          <w:tr w:rsidR="006E095C" w14:paraId="4A28ACAE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A66D59" w14:textId="77777777"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DBC23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E74529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550373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72062D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63DD6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320905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90D2AC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EEB966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4B3847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BAB471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A912D0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43A582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312E17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C1F53B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9C035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7FA10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52237F" w14:textId="77777777" w:rsidR="006E095C" w:rsidRDefault="006E095C" w:rsidP="00043462"/>
            </w:tc>
          </w:tr>
          <w:tr w:rsidR="006E095C" w14:paraId="0F37A9E5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757E7B" w14:textId="77777777"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820468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EFEDD0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830AD8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43E8D8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48814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9486B1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FFFE7B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D287C7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AFC7FE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9827EE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4081F7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C6DCE3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14C98D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85254D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9F4D735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F0FD19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2A70D6" w14:textId="77777777" w:rsidR="006E095C" w:rsidRDefault="006E095C" w:rsidP="00043462"/>
            </w:tc>
          </w:tr>
          <w:tr w:rsidR="006E095C" w14:paraId="3A82F2F3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7D7C3F" w14:textId="77777777"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476B9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B5806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0C963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C03D0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5B2D1C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DE7066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8AE21A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10F29B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382B7A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E8DB3D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2F6690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7E6D04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290FF6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564494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91D77B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044AF3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BC07C6" w14:textId="77777777" w:rsidR="006E095C" w:rsidRDefault="006E095C" w:rsidP="00043462"/>
            </w:tc>
          </w:tr>
          <w:tr w:rsidR="006E095C" w14:paraId="0EA9E26B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AF1AB6" w14:textId="77777777"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A08810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90C6BF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256DD2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F2E25D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E2D1CB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72193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EFF386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5E1D78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9D4A81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FFC65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C29E1C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3875D5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0D482A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9660A7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06C800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337FF7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C10A03" w14:textId="77777777" w:rsidR="006E095C" w:rsidRDefault="006E095C" w:rsidP="00043462"/>
            </w:tc>
          </w:tr>
          <w:tr w:rsidR="006E095C" w14:paraId="17982DC4" w14:textId="77777777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5FE7BB" w14:textId="77777777"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49C800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8A8463" w14:textId="77777777"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05A261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3349F7" w14:textId="77777777"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A963B2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26AC6" w14:textId="77777777"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A6EFDF" w14:textId="77777777"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4CEB7E" w14:textId="77777777"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F3246E" w14:textId="77777777"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CC959C3" w14:textId="77777777"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858AD2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2B733B" w14:textId="77777777"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F06937" w14:textId="77777777"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012118" w14:textId="77777777"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5F85D0" w14:textId="77777777"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9D4C35" w14:textId="77777777"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8190AE" w14:textId="77777777" w:rsidR="006E095C" w:rsidRDefault="006E095C" w:rsidP="00043462"/>
            </w:tc>
          </w:tr>
        </w:tbl>
        <w:p w14:paraId="442087C7" w14:textId="77777777" w:rsidR="00491366" w:rsidRDefault="00491366" w:rsidP="00410AFD"/>
        <w:p w14:paraId="2F05B363" w14:textId="77777777" w:rsidR="00410AFD" w:rsidRDefault="00633E63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AB521" w14:textId="77777777" w:rsidR="00D6694E" w:rsidRDefault="00D6694E" w:rsidP="00EA6B59">
      <w:pPr>
        <w:spacing w:after="0" w:line="240" w:lineRule="auto"/>
      </w:pPr>
      <w:r>
        <w:separator/>
      </w:r>
    </w:p>
  </w:endnote>
  <w:endnote w:type="continuationSeparator" w:id="0">
    <w:p w14:paraId="2A836F02" w14:textId="77777777" w:rsidR="00D6694E" w:rsidRDefault="00D6694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8A0FD1A" w14:textId="77777777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14:paraId="331ABC37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FE117" w14:textId="77777777" w:rsidR="00633E63" w:rsidRDefault="00633E63" w:rsidP="00633E63">
    <w:pPr>
      <w:pStyle w:val="Pieddepage"/>
    </w:pPr>
    <w:r>
      <w:t>ESID 25_151</w:t>
    </w:r>
  </w:p>
  <w:p w14:paraId="7B8CD972" w14:textId="3442017D" w:rsidR="005D3CBC" w:rsidRPr="00633E63" w:rsidRDefault="005D3CBC" w:rsidP="00633E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FAB7E" w14:textId="77777777" w:rsidR="00D6694E" w:rsidRDefault="00D6694E" w:rsidP="00EA6B59">
      <w:pPr>
        <w:spacing w:after="0" w:line="240" w:lineRule="auto"/>
      </w:pPr>
      <w:r>
        <w:separator/>
      </w:r>
    </w:p>
  </w:footnote>
  <w:footnote w:type="continuationSeparator" w:id="0">
    <w:p w14:paraId="3C22C209" w14:textId="77777777" w:rsidR="00D6694E" w:rsidRDefault="00D6694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19A1C" w14:textId="34E35F4F"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633E63">
      <w:t>DAF_2025_000358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1AC9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3E63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8867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06DFCC-432F-4B44-B897-5896BC0A7D94}"/>
</file>

<file path=customXml/itemProps3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0de6f429-dc8e-4324-b759-3c745293eb41"/>
    <ds:schemaRef ds:uri="http://schemas.microsoft.com/sharepoint/v3/field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BE0879-9051-4F43-8B87-8463CFFA2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0</TotalTime>
  <Pages>2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CASOLI Gael INGE CIVI DEFE</cp:lastModifiedBy>
  <cp:revision>3</cp:revision>
  <dcterms:created xsi:type="dcterms:W3CDTF">2025-04-23T11:53:00Z</dcterms:created>
  <dcterms:modified xsi:type="dcterms:W3CDTF">2025-04-23T11:54:00Z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</Properties>
</file>